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E5DE5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4E5DE5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4E5DE5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4E5DE5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4E5DE5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4E5DE5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4E5DE5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4E5DE5">
        <w:rPr>
          <w:rFonts w:ascii="Corbel" w:hAnsi="Corbel" w:cstheme="minorHAnsi"/>
          <w:i/>
          <w:smallCaps/>
          <w:sz w:val="24"/>
          <w:szCs w:val="24"/>
        </w:rPr>
        <w:t>.</w:t>
      </w:r>
      <w:r w:rsidR="004E5DE5" w:rsidRPr="004E5DE5">
        <w:rPr>
          <w:rFonts w:ascii="Corbel" w:hAnsi="Corbel" w:cstheme="minorHAnsi"/>
          <w:i/>
          <w:smallCaps/>
          <w:sz w:val="24"/>
          <w:szCs w:val="24"/>
        </w:rPr>
        <w:t>20</w:t>
      </w:r>
      <w:r w:rsidR="00302E63">
        <w:rPr>
          <w:rFonts w:ascii="Corbel" w:hAnsi="Corbel" w:cstheme="minorHAnsi"/>
          <w:i/>
          <w:smallCaps/>
          <w:sz w:val="24"/>
          <w:szCs w:val="24"/>
        </w:rPr>
        <w:t>20</w:t>
      </w:r>
      <w:r w:rsidR="004E5DE5" w:rsidRPr="004E5DE5">
        <w:rPr>
          <w:rFonts w:ascii="Corbel" w:hAnsi="Corbel" w:cstheme="minorHAnsi"/>
          <w:i/>
          <w:smallCaps/>
          <w:sz w:val="24"/>
          <w:szCs w:val="24"/>
        </w:rPr>
        <w:t>/20</w:t>
      </w:r>
      <w:bookmarkStart w:id="0" w:name="_GoBack"/>
      <w:bookmarkEnd w:id="0"/>
      <w:r w:rsidR="004E5DE5" w:rsidRPr="004E5DE5">
        <w:rPr>
          <w:rFonts w:ascii="Corbel" w:hAnsi="Corbel" w:cstheme="minorHAnsi"/>
          <w:i/>
          <w:smallCaps/>
          <w:sz w:val="24"/>
          <w:szCs w:val="24"/>
        </w:rPr>
        <w:t>2</w:t>
      </w:r>
      <w:r w:rsidR="00302E63">
        <w:rPr>
          <w:rFonts w:ascii="Corbel" w:hAnsi="Corbel" w:cstheme="minorHAnsi"/>
          <w:i/>
          <w:smallCaps/>
          <w:sz w:val="24"/>
          <w:szCs w:val="24"/>
        </w:rPr>
        <w:t>5</w:t>
      </w:r>
    </w:p>
    <w:p w:rsidR="0085747A" w:rsidRPr="004E5DE5" w:rsidRDefault="0085747A" w:rsidP="004E5DE5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i/>
          <w:sz w:val="24"/>
          <w:szCs w:val="24"/>
        </w:rPr>
        <w:t>(skrajne daty</w:t>
      </w:r>
      <w:r w:rsidRPr="004E5DE5">
        <w:rPr>
          <w:rFonts w:ascii="Corbel" w:hAnsi="Corbel" w:cstheme="minorHAnsi"/>
          <w:sz w:val="24"/>
          <w:szCs w:val="24"/>
        </w:rPr>
        <w:t>)</w:t>
      </w:r>
    </w:p>
    <w:p w:rsidR="00445970" w:rsidRPr="004E5DE5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302E63">
        <w:rPr>
          <w:rFonts w:ascii="Corbel" w:hAnsi="Corbel" w:cstheme="minorHAnsi"/>
          <w:sz w:val="24"/>
          <w:szCs w:val="24"/>
        </w:rPr>
        <w:t>2020</w:t>
      </w:r>
      <w:r w:rsidR="004E5DE5" w:rsidRPr="004E5DE5">
        <w:rPr>
          <w:rFonts w:ascii="Corbel" w:hAnsi="Corbel" w:cstheme="minorHAnsi"/>
          <w:sz w:val="24"/>
          <w:szCs w:val="24"/>
        </w:rPr>
        <w:t>/20</w:t>
      </w:r>
      <w:r w:rsidR="00302E63">
        <w:rPr>
          <w:rFonts w:ascii="Corbel" w:hAnsi="Corbel" w:cstheme="minorHAnsi"/>
          <w:sz w:val="24"/>
          <w:szCs w:val="24"/>
        </w:rPr>
        <w:t>21</w:t>
      </w:r>
    </w:p>
    <w:p w:rsidR="0085747A" w:rsidRPr="004E5DE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4E5DE5">
        <w:rPr>
          <w:rFonts w:ascii="Corbel" w:hAnsi="Corbel" w:cstheme="minorHAnsi"/>
          <w:b w:val="0"/>
          <w:szCs w:val="24"/>
        </w:rPr>
        <w:t>1</w:t>
      </w:r>
      <w:r w:rsidRPr="004E5DE5">
        <w:rPr>
          <w:rFonts w:ascii="Corbel" w:hAnsi="Corbel" w:cstheme="minorHAnsi"/>
          <w:szCs w:val="24"/>
        </w:rPr>
        <w:t xml:space="preserve">. </w:t>
      </w:r>
      <w:r w:rsidR="0085747A" w:rsidRPr="004E5DE5">
        <w:rPr>
          <w:rFonts w:ascii="Corbel" w:hAnsi="Corbel" w:cstheme="minorHAnsi"/>
          <w:szCs w:val="24"/>
        </w:rPr>
        <w:t xml:space="preserve">Podstawowe </w:t>
      </w:r>
      <w:r w:rsidR="00445970" w:rsidRPr="004E5DE5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E391A" w:rsidRPr="00FD55B4" w:rsidRDefault="00D519DF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391A" w:rsidRPr="00FD55B4" w:rsidRDefault="00B71A55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0E391A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391A" w:rsidRPr="00FD55B4" w:rsidRDefault="002831CC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:rsidR="006938B5" w:rsidRPr="004E5DE5" w:rsidRDefault="006938B5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:rsidR="0085747A" w:rsidRPr="004E5DE5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b w:val="0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>.</w:t>
      </w:r>
      <w:r w:rsidR="00E22FBC" w:rsidRPr="004E5DE5">
        <w:rPr>
          <w:rFonts w:ascii="Corbel" w:hAnsi="Corbel" w:cstheme="minorHAnsi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E5DE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4E5D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(</w:t>
            </w:r>
            <w:r w:rsidR="00363F78" w:rsidRPr="004E5DE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Inne (j</w:t>
            </w:r>
            <w:r w:rsidRPr="004E5DE5">
              <w:rPr>
                <w:rFonts w:ascii="Corbel" w:hAnsi="Corbel" w:cstheme="minorHAnsi"/>
                <w:szCs w:val="24"/>
              </w:rPr>
              <w:t>a</w:t>
            </w:r>
            <w:r w:rsidRPr="004E5DE5">
              <w:rPr>
                <w:rFonts w:ascii="Corbel" w:hAnsi="Corbel" w:cstheme="minorHAnsi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Liczba pkt</w:t>
            </w:r>
            <w:r w:rsidR="00B90885" w:rsidRPr="004E5DE5">
              <w:rPr>
                <w:rFonts w:ascii="Corbel" w:hAnsi="Corbel" w:cstheme="minorHAnsi"/>
                <w:szCs w:val="24"/>
              </w:rPr>
              <w:t>.</w:t>
            </w:r>
            <w:r w:rsidRPr="004E5DE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4E5DE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2831C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884A0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938B5" w:rsidRPr="004E5DE5" w:rsidRDefault="006938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E5DE5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4E5DE5" w:rsidRDefault="004E5DE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4E5DE5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4E5DE5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6938B5" w:rsidRPr="004E5DE5" w:rsidRDefault="006938B5" w:rsidP="002831CC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4E5D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E5DE5">
        <w:rPr>
          <w:rFonts w:ascii="Corbel" w:hAnsi="Corbel" w:cstheme="minorHAnsi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>For</w:t>
      </w:r>
      <w:r w:rsidR="00445970" w:rsidRPr="004E5DE5">
        <w:rPr>
          <w:rFonts w:ascii="Corbel" w:hAnsi="Corbel" w:cstheme="minorHAnsi"/>
          <w:smallCaps w:val="0"/>
          <w:szCs w:val="24"/>
        </w:rPr>
        <w:t>ma zaliczenia przedmiotu</w:t>
      </w:r>
      <w:r w:rsidR="00445970" w:rsidRPr="004E5DE5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4E5DE5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4E5DE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745302">
        <w:tc>
          <w:tcPr>
            <w:tcW w:w="9670" w:type="dxa"/>
          </w:tcPr>
          <w:p w:rsidR="0085747A" w:rsidRPr="004E5DE5" w:rsidRDefault="00C735C6" w:rsidP="002831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DE5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</w:t>
            </w:r>
            <w:r w:rsidRPr="004E5DE5">
              <w:rPr>
                <w:rFonts w:ascii="Corbel" w:hAnsi="Corbel"/>
                <w:sz w:val="24"/>
                <w:szCs w:val="24"/>
              </w:rPr>
              <w:t>y</w:t>
            </w:r>
            <w:r w:rsidRPr="004E5DE5">
              <w:rPr>
                <w:rFonts w:ascii="Corbel" w:hAnsi="Corbel"/>
                <w:sz w:val="24"/>
                <w:szCs w:val="24"/>
              </w:rPr>
              <w:t>śli filozoficznej.</w:t>
            </w:r>
          </w:p>
        </w:tc>
      </w:tr>
    </w:tbl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>3.</w:t>
      </w:r>
      <w:r w:rsidR="00A84C85" w:rsidRPr="004E5DE5">
        <w:rPr>
          <w:rFonts w:ascii="Corbel" w:hAnsi="Corbel" w:cstheme="minorHAnsi"/>
          <w:szCs w:val="24"/>
        </w:rPr>
        <w:t>cele, efekty uczenia się</w:t>
      </w:r>
      <w:r w:rsidR="0085747A" w:rsidRPr="004E5DE5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4E5DE5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3.1 </w:t>
      </w:r>
      <w:r w:rsidR="00C05F44" w:rsidRPr="004E5DE5">
        <w:rPr>
          <w:rFonts w:ascii="Corbel" w:hAnsi="Corbel" w:cstheme="minorHAnsi"/>
          <w:sz w:val="24"/>
          <w:szCs w:val="24"/>
        </w:rPr>
        <w:t>Cele przedmiotu</w:t>
      </w:r>
    </w:p>
    <w:p w:rsidR="00F83B28" w:rsidRPr="004E5DE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4E5DE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E5DE5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E5DE5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E5DE5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4E5DE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E5DE5" w:rsidTr="0071620A">
        <w:tc>
          <w:tcPr>
            <w:tcW w:w="1701" w:type="dxa"/>
            <w:vAlign w:val="center"/>
          </w:tcPr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kowych</w:t>
            </w:r>
            <w:r w:rsidR="0030395F" w:rsidRPr="004E5DE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85747A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je z wykorzystaniem wiedzy 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>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85747A" w:rsidRPr="004E5DE5" w:rsidRDefault="00C00FCD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y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mi w działalności zawodowej, kierując się szacunkiem dla każdego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E6ABC" w:rsidRPr="004E5DE5" w:rsidRDefault="00C00FCD" w:rsidP="002831CC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85747A" w:rsidRPr="004E5DE5" w:rsidRDefault="0085747A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E5DE5" w:rsidTr="002831CC">
        <w:tc>
          <w:tcPr>
            <w:tcW w:w="1701" w:type="dxa"/>
          </w:tcPr>
          <w:p w:rsidR="00FE6ABC" w:rsidRPr="004E5DE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C00FCD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4E5D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3.3</w:t>
      </w:r>
      <w:r w:rsidR="0085747A" w:rsidRPr="004E5DE5">
        <w:rPr>
          <w:rFonts w:ascii="Corbel" w:hAnsi="Corbel" w:cstheme="minorHAnsi"/>
          <w:sz w:val="24"/>
          <w:szCs w:val="24"/>
        </w:rPr>
        <w:t>T</w:t>
      </w:r>
      <w:r w:rsidR="001D7B54" w:rsidRPr="004E5DE5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4E5D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szukiwaniu porządku świata – narodziny filozofii jako przezwyciężenie mitologicznego ujm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wania świata. Grecja jako kolebka filozofii.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 Sokratesa wezwanie do życia cnotliwego. Intele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tualizm etyczny. Dramat wierności prawdzie. Cynicy i cyrenaicy – zniekształcenie myśli Sokr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tesa.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2. . Odkrycie świata idealnego – Platon. Człowiek w poszukiwaniu „wyjścia z jaskini”. Dualizm platońskiej filozofii i jego konsekwencje w etyce, polityce, wychowaniu i teorii sztuki. Filozofia w poszukiwaniu złotego środka: Arystoteles.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3. Mit ciemnego średniowiecza. Periodyzacja. Charakterystyka średniowiecznego sposobu m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ścijaństwa. Manicheizm, gnoza. Patrystyka. W poszukiwaniu równowagi między wiarą a roz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mem. Przełomowy charakter filozofii św. Augustyna. Narodziny scholastyki: m. in. św. </w:t>
            </w:r>
            <w:r w:rsidRPr="004E5DE5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Filozofia św. Tomasza z Akwinu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4. Człowiek renesansu na rozdrożu: istota o niezwykłej godności (Ficino, Pico) czy „nędzne stworzenie” (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,  Montaigne)? Filozofia u źródeł rewolucji naukowej: Kopernik, Bruno, Galileusz, Bacon, Newton. Kartezjański przewrót w filozofii: „cogito” w poszukiwaniu prawdy.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Filozofia po Kartezjuszu: Pascal, Hobbes, Hume,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5. . Filozofia „oświecona” – prawda i mity. Voltaire i Rousseau, Filozofia materialistyczna: Fe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erbach, Marks, Engels. Filozoficzne tło darwinowskiej koncepcji ewolucji. Utylitaryzm. Pozyt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wizm i jego konsekwencje. Filozofia wobec zagrożenia scjentyzmem. Neopozytywizm: Koło Wiedeński. Wittgenstein, Russel. Filozofia analityczna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7. Człowiek w świecie lęku i absurdu: egzystencjalizm (m. in. Kierkegaard, Camus, Sartre, He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degger). Człowiek jako osoba (główne nurty filozofii personalistycznej). Pragmatyczny chara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ter filozofii „nowego świata”. Jefferson, Franklin,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>, James, Dewey. Odrodzenie metafiz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ki: „trzeci świat” Poppera, filozofia procesu Whiteheada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:rsidR="00675843" w:rsidRPr="004E5DE5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4E5DE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>3.4 Metody dydaktyczne</w:t>
      </w: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4E5D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E5DE5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4E5D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397F7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E5DE5">
        <w:rPr>
          <w:rFonts w:ascii="Corbel" w:hAnsi="Corbel" w:cstheme="minorHAnsi"/>
          <w:b w:val="0"/>
          <w:smallCaps w:val="0"/>
          <w:szCs w:val="24"/>
        </w:rPr>
        <w:t>uczenia się</w:t>
      </w:r>
      <w:r w:rsidR="004E5DE5"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E5DE5" w:rsidTr="00C05F44">
        <w:tc>
          <w:tcPr>
            <w:tcW w:w="1985" w:type="dxa"/>
            <w:vAlign w:val="center"/>
          </w:tcPr>
          <w:p w:rsidR="0085747A" w:rsidRPr="004E5D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E5DE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E5D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Forma zajęć d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E5DE5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  <w:r w:rsidR="00397F7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4E5DE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E5DE5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923D7D">
        <w:tc>
          <w:tcPr>
            <w:tcW w:w="9670" w:type="dxa"/>
          </w:tcPr>
          <w:p w:rsidR="0085747A" w:rsidRPr="004E5DE5" w:rsidRDefault="00566B0F" w:rsidP="004E5D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sokość oceny uzależniona jest od ilości zdobytych punktów, określających jakość merytoryczną odpowiedzi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4E5DE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5</w:t>
      </w:r>
      <w:r w:rsidRPr="004E5DE5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4E5DE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E5DE5" w:rsidTr="003E1941">
        <w:tc>
          <w:tcPr>
            <w:tcW w:w="4962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na zrealizowanie 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tywności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kontaktowe wynikające planu z st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4E5DE5" w:rsidRDefault="0014573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– praca własna stude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ta</w:t>
            </w:r>
          </w:p>
          <w:p w:rsidR="00FE6ABC" w:rsidRPr="004E5DE5" w:rsidRDefault="004E5DE5" w:rsidP="00397F7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P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>rzygotowanie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do 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 xml:space="preserve">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  <w:r w:rsidR="00145734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85747A" w:rsidRPr="004E5DE5" w:rsidTr="00923D7D"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B92CAE"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4E5DE5" w:rsidTr="003A26AB">
        <w:trPr>
          <w:trHeight w:val="185"/>
        </w:trPr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4E5DE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ta.</w:t>
      </w:r>
    </w:p>
    <w:p w:rsidR="003E1941" w:rsidRPr="004E5DE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E5DE5">
        <w:rPr>
          <w:rFonts w:ascii="Corbel" w:hAnsi="Corbel" w:cstheme="minorHAnsi"/>
          <w:smallCaps w:val="0"/>
          <w:szCs w:val="24"/>
        </w:rPr>
        <w:t>PRAKTYKI ZAWO</w:t>
      </w:r>
      <w:r w:rsidR="009C1331" w:rsidRPr="004E5DE5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4E5DE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4E5DE5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E5DE5">
        <w:rPr>
          <w:rFonts w:ascii="Corbel" w:hAnsi="Corbel" w:cstheme="minorHAnsi"/>
          <w:smallCaps w:val="0"/>
          <w:szCs w:val="24"/>
        </w:rPr>
        <w:t>LITERATURA</w:t>
      </w:r>
    </w:p>
    <w:p w:rsidR="00675843" w:rsidRPr="004E5DE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</w:t>
            </w:r>
            <w:r w:rsid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Ajdukiewicz K., Zagadnienia i kierunki filozofii, Kęty-Warszawa 2003. 2.Bocheński J., Zarys historii filozofii, Kraków 1993. 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2831CC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ficzny dla młodzieży, Wiedza Powszechna, Warszawa 1996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E5DE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znań 1999.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566B0F" w:rsidRPr="004E5DE5" w:rsidRDefault="00566B0F" w:rsidP="00566B0F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4E5D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3A6" w:rsidRDefault="00FA23A6" w:rsidP="00C16ABF">
      <w:pPr>
        <w:spacing w:after="0" w:line="240" w:lineRule="auto"/>
      </w:pPr>
      <w:r>
        <w:separator/>
      </w:r>
    </w:p>
  </w:endnote>
  <w:endnote w:type="continuationSeparator" w:id="0">
    <w:p w:rsidR="00FA23A6" w:rsidRDefault="00FA23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3A6" w:rsidRDefault="00FA23A6" w:rsidP="00C16ABF">
      <w:pPr>
        <w:spacing w:after="0" w:line="240" w:lineRule="auto"/>
      </w:pPr>
      <w:r>
        <w:separator/>
      </w:r>
    </w:p>
  </w:footnote>
  <w:footnote w:type="continuationSeparator" w:id="0">
    <w:p w:rsidR="00FA23A6" w:rsidRDefault="00FA23A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8574A4"/>
    <w:multiLevelType w:val="hybridMultilevel"/>
    <w:tmpl w:val="D3003F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75290"/>
    <w:rsid w:val="00084C12"/>
    <w:rsid w:val="0009462C"/>
    <w:rsid w:val="00094B12"/>
    <w:rsid w:val="00096C46"/>
    <w:rsid w:val="000A296F"/>
    <w:rsid w:val="000A2A28"/>
    <w:rsid w:val="000A7720"/>
    <w:rsid w:val="000B192D"/>
    <w:rsid w:val="000B28EE"/>
    <w:rsid w:val="000B3E37"/>
    <w:rsid w:val="000D04B0"/>
    <w:rsid w:val="000E3017"/>
    <w:rsid w:val="000E391A"/>
    <w:rsid w:val="000F1C57"/>
    <w:rsid w:val="000F5615"/>
    <w:rsid w:val="00113A1B"/>
    <w:rsid w:val="00115DD0"/>
    <w:rsid w:val="00124BFF"/>
    <w:rsid w:val="0012560E"/>
    <w:rsid w:val="00127108"/>
    <w:rsid w:val="00134B13"/>
    <w:rsid w:val="00145734"/>
    <w:rsid w:val="00146BC0"/>
    <w:rsid w:val="00153C41"/>
    <w:rsid w:val="00154381"/>
    <w:rsid w:val="00156AA3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D657B"/>
    <w:rsid w:val="001D7B54"/>
    <w:rsid w:val="001E0209"/>
    <w:rsid w:val="001F2CA2"/>
    <w:rsid w:val="00200C43"/>
    <w:rsid w:val="002144C0"/>
    <w:rsid w:val="0022477D"/>
    <w:rsid w:val="00226590"/>
    <w:rsid w:val="002278A9"/>
    <w:rsid w:val="002336F9"/>
    <w:rsid w:val="0024028F"/>
    <w:rsid w:val="00244ABC"/>
    <w:rsid w:val="002728D8"/>
    <w:rsid w:val="00281FF2"/>
    <w:rsid w:val="002831C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2E63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81"/>
    <w:rsid w:val="00397F7D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12106"/>
    <w:rsid w:val="00414E3C"/>
    <w:rsid w:val="0042244A"/>
    <w:rsid w:val="0042745A"/>
    <w:rsid w:val="00431D5C"/>
    <w:rsid w:val="00434F8A"/>
    <w:rsid w:val="004362C6"/>
    <w:rsid w:val="00437FA2"/>
    <w:rsid w:val="00445970"/>
    <w:rsid w:val="00456FE7"/>
    <w:rsid w:val="0045729E"/>
    <w:rsid w:val="00461EFC"/>
    <w:rsid w:val="0046330C"/>
    <w:rsid w:val="004652C2"/>
    <w:rsid w:val="00467A7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DE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328"/>
    <w:rsid w:val="0056696D"/>
    <w:rsid w:val="00566B0F"/>
    <w:rsid w:val="00573EF9"/>
    <w:rsid w:val="0059484D"/>
    <w:rsid w:val="005A0855"/>
    <w:rsid w:val="005A3196"/>
    <w:rsid w:val="005A5EF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1A12"/>
    <w:rsid w:val="00682435"/>
    <w:rsid w:val="006938B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20"/>
    <w:rsid w:val="0078168C"/>
    <w:rsid w:val="00787C2A"/>
    <w:rsid w:val="00790E27"/>
    <w:rsid w:val="007A4022"/>
    <w:rsid w:val="007A6E6E"/>
    <w:rsid w:val="007C3299"/>
    <w:rsid w:val="007C3BCC"/>
    <w:rsid w:val="007C4546"/>
    <w:rsid w:val="007C6CE3"/>
    <w:rsid w:val="007D4AE3"/>
    <w:rsid w:val="007D6E56"/>
    <w:rsid w:val="007E7AE3"/>
    <w:rsid w:val="007F1652"/>
    <w:rsid w:val="007F4155"/>
    <w:rsid w:val="0081554D"/>
    <w:rsid w:val="0081707E"/>
    <w:rsid w:val="008449B3"/>
    <w:rsid w:val="0085747A"/>
    <w:rsid w:val="00884922"/>
    <w:rsid w:val="00884A07"/>
    <w:rsid w:val="00885F64"/>
    <w:rsid w:val="008917F9"/>
    <w:rsid w:val="0089578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097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4AA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1A55"/>
    <w:rsid w:val="00B75946"/>
    <w:rsid w:val="00B8056E"/>
    <w:rsid w:val="00B819C8"/>
    <w:rsid w:val="00B82308"/>
    <w:rsid w:val="00B90885"/>
    <w:rsid w:val="00B92CAE"/>
    <w:rsid w:val="00BB520A"/>
    <w:rsid w:val="00BD3869"/>
    <w:rsid w:val="00BD66E9"/>
    <w:rsid w:val="00BD6FF4"/>
    <w:rsid w:val="00BF2C41"/>
    <w:rsid w:val="00C00F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287"/>
    <w:rsid w:val="00C735C6"/>
    <w:rsid w:val="00C766DF"/>
    <w:rsid w:val="00C91C4C"/>
    <w:rsid w:val="00C94B98"/>
    <w:rsid w:val="00CA2B96"/>
    <w:rsid w:val="00CA5089"/>
    <w:rsid w:val="00CB42CB"/>
    <w:rsid w:val="00CC0899"/>
    <w:rsid w:val="00CD6897"/>
    <w:rsid w:val="00CE5BAC"/>
    <w:rsid w:val="00CF25BE"/>
    <w:rsid w:val="00CF78ED"/>
    <w:rsid w:val="00D02B25"/>
    <w:rsid w:val="00D02EBA"/>
    <w:rsid w:val="00D17C3C"/>
    <w:rsid w:val="00D25440"/>
    <w:rsid w:val="00D26B2C"/>
    <w:rsid w:val="00D352C9"/>
    <w:rsid w:val="00D425B2"/>
    <w:rsid w:val="00D428D6"/>
    <w:rsid w:val="00D519DF"/>
    <w:rsid w:val="00D552B2"/>
    <w:rsid w:val="00D608D1"/>
    <w:rsid w:val="00D74119"/>
    <w:rsid w:val="00D8075B"/>
    <w:rsid w:val="00D8678B"/>
    <w:rsid w:val="00DA2114"/>
    <w:rsid w:val="00DC2A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1AE0"/>
    <w:rsid w:val="00F526AF"/>
    <w:rsid w:val="00F52A05"/>
    <w:rsid w:val="00F617C3"/>
    <w:rsid w:val="00F7066B"/>
    <w:rsid w:val="00F83B28"/>
    <w:rsid w:val="00FA23A6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51BD4-8D27-48D0-8682-8138114DB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1014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2020-10-19T06:15:00Z</cp:lastPrinted>
  <dcterms:created xsi:type="dcterms:W3CDTF">2019-10-24T16:45:00Z</dcterms:created>
  <dcterms:modified xsi:type="dcterms:W3CDTF">2021-10-06T08:47:00Z</dcterms:modified>
</cp:coreProperties>
</file>